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90" w:rsidRPr="00F41A81" w:rsidRDefault="00861B90" w:rsidP="00DE0510">
      <w:pPr>
        <w:jc w:val="center"/>
        <w:rPr>
          <w:sz w:val="40"/>
          <w:szCs w:val="40"/>
        </w:rPr>
      </w:pPr>
      <w:r>
        <w:rPr>
          <w:sz w:val="40"/>
          <w:szCs w:val="40"/>
        </w:rPr>
        <w:t>Saying Goodbye and Expressing Regret- Lesson 2</w:t>
      </w:r>
    </w:p>
    <w:p w:rsidR="00861B90" w:rsidRDefault="00861B9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F40D0">
        <w:rPr>
          <w:sz w:val="24"/>
          <w:szCs w:val="24"/>
        </w:rPr>
        <w:t>How do you say “Goodbye” in your country?</w:t>
      </w:r>
    </w:p>
    <w:p w:rsidR="00861B90" w:rsidRDefault="00861B90" w:rsidP="00DE051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Paka</w:t>
      </w:r>
    </w:p>
    <w:p w:rsidR="00861B90" w:rsidRPr="005C7A93" w:rsidRDefault="00861B90" w:rsidP="00700366">
      <w:pPr>
        <w:pStyle w:val="ListParagraph"/>
        <w:rPr>
          <w:sz w:val="24"/>
          <w:szCs w:val="24"/>
        </w:rPr>
      </w:pPr>
    </w:p>
    <w:p w:rsidR="00861B90" w:rsidRDefault="00861B9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0B1">
        <w:rPr>
          <w:sz w:val="24"/>
          <w:szCs w:val="24"/>
        </w:rPr>
        <w:t xml:space="preserve">Are there different ways of saying “Goodbye”?  Why? </w:t>
      </w:r>
    </w:p>
    <w:p w:rsidR="00861B90" w:rsidRPr="00674508" w:rsidRDefault="00861B90" w:rsidP="00674508">
      <w:pPr>
        <w:pStyle w:val="ListParagraph"/>
        <w:rPr>
          <w:sz w:val="24"/>
          <w:szCs w:val="24"/>
        </w:rPr>
      </w:pPr>
    </w:p>
    <w:p w:rsidR="00861B90" w:rsidRDefault="00861B90" w:rsidP="00DE051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 svdaniya, which is the formal goodbye.</w:t>
      </w:r>
    </w:p>
    <w:p w:rsidR="00861B90" w:rsidRDefault="00861B90" w:rsidP="00DE0510">
      <w:pPr>
        <w:pStyle w:val="ListParagraph"/>
        <w:rPr>
          <w:sz w:val="24"/>
          <w:szCs w:val="24"/>
        </w:rPr>
      </w:pPr>
    </w:p>
    <w:p w:rsidR="00861B90" w:rsidRDefault="00861B9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some of the other ways of saying “Goodbye”?  Indicate when and for whom they should be used:</w:t>
      </w:r>
    </w:p>
    <w:p w:rsidR="00861B90" w:rsidRDefault="00861B90" w:rsidP="00DE0510">
      <w:pPr>
        <w:pStyle w:val="ListParagraph"/>
        <w:rPr>
          <w:sz w:val="24"/>
          <w:szCs w:val="24"/>
        </w:rPr>
      </w:pPr>
    </w:p>
    <w:p w:rsidR="00861B90" w:rsidRDefault="00861B90" w:rsidP="00700366">
      <w:pPr>
        <w:pStyle w:val="ListParagraph"/>
        <w:numPr>
          <w:ilvl w:val="1"/>
          <w:numId w:val="1"/>
        </w:numPr>
      </w:pPr>
      <w:r>
        <w:t>Paka is used with friends. Da svdaniya is used with superiors.</w:t>
      </w:r>
    </w:p>
    <w:p w:rsidR="00861B90" w:rsidRDefault="00861B90" w:rsidP="0090178A">
      <w:pPr>
        <w:rPr>
          <w:sz w:val="24"/>
          <w:szCs w:val="24"/>
        </w:rPr>
      </w:pPr>
    </w:p>
    <w:p w:rsidR="00861B90" w:rsidRDefault="00861B90" w:rsidP="00DE0510">
      <w:pPr>
        <w:jc w:val="center"/>
        <w:rPr>
          <w:sz w:val="24"/>
          <w:szCs w:val="24"/>
        </w:rPr>
      </w:pPr>
      <w:r>
        <w:rPr>
          <w:sz w:val="40"/>
          <w:szCs w:val="40"/>
        </w:rPr>
        <w:t>Expressing Regret</w:t>
      </w:r>
    </w:p>
    <w:p w:rsidR="00861B90" w:rsidRDefault="00861B90" w:rsidP="00DE0510">
      <w:pPr>
        <w:rPr>
          <w:sz w:val="24"/>
          <w:szCs w:val="24"/>
        </w:rPr>
      </w:pPr>
      <w:r>
        <w:rPr>
          <w:sz w:val="24"/>
          <w:szCs w:val="24"/>
        </w:rPr>
        <w:t>If you are the offender (the person who needs to say “I’m sorry!”)…</w:t>
      </w:r>
    </w:p>
    <w:p w:rsidR="00861B90" w:rsidRDefault="00861B9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examples of different situations for saying “I’m sorry!” in your host culture?</w:t>
      </w:r>
    </w:p>
    <w:p w:rsidR="00861B90" w:rsidRDefault="00861B90" w:rsidP="00DE0510">
      <w:pPr>
        <w:pStyle w:val="ListParagraph"/>
        <w:rPr>
          <w:sz w:val="24"/>
          <w:szCs w:val="24"/>
        </w:rPr>
      </w:pPr>
    </w:p>
    <w:p w:rsidR="00861B90" w:rsidRDefault="00861B90" w:rsidP="0070036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Nichivo strashnava, Lzvinite, Mnye ochen zhal.</w:t>
      </w:r>
    </w:p>
    <w:p w:rsidR="00861B90" w:rsidRDefault="00861B90" w:rsidP="00700366">
      <w:pPr>
        <w:pStyle w:val="ListParagraph"/>
        <w:ind w:left="1080"/>
        <w:rPr>
          <w:sz w:val="24"/>
          <w:szCs w:val="24"/>
        </w:rPr>
      </w:pPr>
    </w:p>
    <w:p w:rsidR="00861B90" w:rsidRDefault="00861B90" w:rsidP="0070036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you say if you do something awkward, like bump into someone?</w:t>
      </w:r>
    </w:p>
    <w:p w:rsidR="00861B90" w:rsidRDefault="00861B90" w:rsidP="00DE0510">
      <w:pPr>
        <w:pStyle w:val="ListParagraph"/>
        <w:rPr>
          <w:sz w:val="24"/>
          <w:szCs w:val="24"/>
        </w:rPr>
      </w:pPr>
    </w:p>
    <w:p w:rsidR="00861B90" w:rsidRDefault="00861B90" w:rsidP="0070036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Lzvinite</w:t>
      </w:r>
    </w:p>
    <w:p w:rsidR="00861B90" w:rsidRDefault="00861B90" w:rsidP="00700366">
      <w:pPr>
        <w:pStyle w:val="ListParagraph"/>
        <w:ind w:left="1080"/>
        <w:rPr>
          <w:sz w:val="24"/>
          <w:szCs w:val="24"/>
        </w:rPr>
      </w:pPr>
    </w:p>
    <w:p w:rsidR="00861B90" w:rsidRDefault="00861B90" w:rsidP="0070036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do you say if something sad has happened to someone?</w:t>
      </w:r>
    </w:p>
    <w:p w:rsidR="00861B90" w:rsidRDefault="00861B90" w:rsidP="00DE0510">
      <w:pPr>
        <w:pStyle w:val="ListParagraph"/>
        <w:rPr>
          <w:sz w:val="24"/>
          <w:szCs w:val="24"/>
        </w:rPr>
      </w:pPr>
    </w:p>
    <w:p w:rsidR="00861B90" w:rsidRDefault="00861B90" w:rsidP="0070036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Mnye ochen zhal.</w:t>
      </w:r>
    </w:p>
    <w:p w:rsidR="00861B90" w:rsidRDefault="00861B90" w:rsidP="00DE0510">
      <w:pPr>
        <w:pStyle w:val="ListParagraph"/>
        <w:rPr>
          <w:sz w:val="24"/>
          <w:szCs w:val="24"/>
        </w:rPr>
      </w:pPr>
    </w:p>
    <w:p w:rsidR="00861B90" w:rsidRDefault="00861B9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do you say if you’ve forgotten something or done/said something inappropriate?</w:t>
      </w:r>
    </w:p>
    <w:p w:rsidR="00861B90" w:rsidRDefault="00861B90" w:rsidP="00DE0510">
      <w:pPr>
        <w:pStyle w:val="ListParagraph"/>
        <w:rPr>
          <w:sz w:val="24"/>
          <w:szCs w:val="24"/>
        </w:rPr>
      </w:pPr>
    </w:p>
    <w:p w:rsidR="00861B90" w:rsidRDefault="00861B90" w:rsidP="0070036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Lzvinite</w:t>
      </w:r>
    </w:p>
    <w:p w:rsidR="00861B90" w:rsidRDefault="00861B90" w:rsidP="00DE0510">
      <w:pPr>
        <w:pStyle w:val="ListParagraph"/>
        <w:rPr>
          <w:sz w:val="24"/>
          <w:szCs w:val="24"/>
        </w:rPr>
      </w:pPr>
    </w:p>
    <w:p w:rsidR="00861B90" w:rsidRPr="00700366" w:rsidRDefault="00861B90" w:rsidP="00700366">
      <w:pPr>
        <w:tabs>
          <w:tab w:val="left" w:pos="813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61B90" w:rsidRPr="00A85752" w:rsidRDefault="00861B90" w:rsidP="00DE0510">
      <w:pPr>
        <w:rPr>
          <w:sz w:val="24"/>
          <w:szCs w:val="24"/>
        </w:rPr>
      </w:pPr>
    </w:p>
    <w:p w:rsidR="00861B90" w:rsidRDefault="00861B90" w:rsidP="00DE0510">
      <w:pPr>
        <w:rPr>
          <w:sz w:val="24"/>
          <w:szCs w:val="24"/>
        </w:rPr>
      </w:pPr>
    </w:p>
    <w:p w:rsidR="00861B90" w:rsidRDefault="00861B90" w:rsidP="00DE0510"/>
    <w:sectPr w:rsidR="00861B90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B90" w:rsidRDefault="00861B90" w:rsidP="00DE0510">
      <w:pPr>
        <w:spacing w:after="0"/>
      </w:pPr>
      <w:r>
        <w:separator/>
      </w:r>
    </w:p>
  </w:endnote>
  <w:endnote w:type="continuationSeparator" w:id="0">
    <w:p w:rsidR="00861B90" w:rsidRDefault="00861B90" w:rsidP="00DE05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90" w:rsidRDefault="00861B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90" w:rsidRDefault="00861B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90" w:rsidRDefault="00861B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B90" w:rsidRDefault="00861B90" w:rsidP="00DE0510">
      <w:pPr>
        <w:spacing w:after="0"/>
      </w:pPr>
      <w:r>
        <w:separator/>
      </w:r>
    </w:p>
  </w:footnote>
  <w:footnote w:type="continuationSeparator" w:id="0">
    <w:p w:rsidR="00861B90" w:rsidRDefault="00861B90" w:rsidP="00DE051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90" w:rsidRDefault="00861B9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1" o:spid="_x0000_s2049" type="#_x0000_t75" style="position:absolute;margin-left:0;margin-top:0;width:468pt;height:468pt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90" w:rsidRDefault="00861B9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2" o:spid="_x0000_s2050" type="#_x0000_t75" style="position:absolute;margin-left:0;margin-top:0;width:468pt;height:468pt;z-index:-251657728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90" w:rsidRDefault="00861B9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0" o:spid="_x0000_s2051" type="#_x0000_t75" style="position:absolute;margin-left:0;margin-top:0;width:468pt;height:468pt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80F58"/>
    <w:multiLevelType w:val="hybridMultilevel"/>
    <w:tmpl w:val="997487D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FA43282"/>
    <w:multiLevelType w:val="hybridMultilevel"/>
    <w:tmpl w:val="EA14C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C0182C"/>
    <w:multiLevelType w:val="hybridMultilevel"/>
    <w:tmpl w:val="B70278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0944AF"/>
    <w:multiLevelType w:val="hybridMultilevel"/>
    <w:tmpl w:val="083AD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6B2CDF"/>
    <w:multiLevelType w:val="hybridMultilevel"/>
    <w:tmpl w:val="345AC35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8B83142"/>
    <w:multiLevelType w:val="hybridMultilevel"/>
    <w:tmpl w:val="88BC0E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510"/>
    <w:rsid w:val="001263CB"/>
    <w:rsid w:val="00194EDD"/>
    <w:rsid w:val="001C54D0"/>
    <w:rsid w:val="001D3AAA"/>
    <w:rsid w:val="00480D71"/>
    <w:rsid w:val="005A1490"/>
    <w:rsid w:val="005C7A93"/>
    <w:rsid w:val="00671BA2"/>
    <w:rsid w:val="00674508"/>
    <w:rsid w:val="006D459D"/>
    <w:rsid w:val="006E5026"/>
    <w:rsid w:val="006F4CB0"/>
    <w:rsid w:val="00700366"/>
    <w:rsid w:val="00733144"/>
    <w:rsid w:val="0073601F"/>
    <w:rsid w:val="007D5028"/>
    <w:rsid w:val="00861B90"/>
    <w:rsid w:val="008A77C3"/>
    <w:rsid w:val="00901478"/>
    <w:rsid w:val="0090178A"/>
    <w:rsid w:val="009420B1"/>
    <w:rsid w:val="009A7298"/>
    <w:rsid w:val="00A85752"/>
    <w:rsid w:val="00AE50FC"/>
    <w:rsid w:val="00AF0672"/>
    <w:rsid w:val="00D85482"/>
    <w:rsid w:val="00DD191D"/>
    <w:rsid w:val="00DE0510"/>
    <w:rsid w:val="00E42454"/>
    <w:rsid w:val="00E545E2"/>
    <w:rsid w:val="00EE67C9"/>
    <w:rsid w:val="00EF40D0"/>
    <w:rsid w:val="00F41A81"/>
    <w:rsid w:val="00F540F4"/>
    <w:rsid w:val="00F70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10"/>
    <w:pPr>
      <w:spacing w:after="100" w:afterAutospacing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E051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E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051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0510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DD191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8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125</Words>
  <Characters>717</Characters>
  <Application>Microsoft Office Outlook</Application>
  <DocSecurity>0</DocSecurity>
  <Lines>0</Lines>
  <Paragraphs>0</Paragraphs>
  <ScaleCrop>false</ScaleCrop>
  <Company>Hampton Township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Patrick</cp:lastModifiedBy>
  <cp:revision>3</cp:revision>
  <dcterms:created xsi:type="dcterms:W3CDTF">2011-09-30T18:41:00Z</dcterms:created>
  <dcterms:modified xsi:type="dcterms:W3CDTF">2011-10-06T21:32:00Z</dcterms:modified>
</cp:coreProperties>
</file>